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CA77" w14:textId="77777777" w:rsidR="00036E31" w:rsidRPr="008C0B1A" w:rsidRDefault="00036E31" w:rsidP="005C631D">
      <w:pPr>
        <w:ind w:right="-1"/>
        <w:jc w:val="both"/>
        <w:rPr>
          <w:rFonts w:ascii="Comic Sans MS" w:hAnsi="Comic Sans MS"/>
          <w:color w:val="0000FF"/>
          <w:sz w:val="16"/>
          <w:szCs w:val="16"/>
        </w:rPr>
      </w:pPr>
    </w:p>
    <w:p w14:paraId="2B81714F" w14:textId="4DD3830D" w:rsidR="00F744E2" w:rsidRPr="008C0B1A" w:rsidRDefault="00F744E2" w:rsidP="00036E31">
      <w:pPr>
        <w:tabs>
          <w:tab w:val="left" w:pos="2552"/>
        </w:tabs>
        <w:jc w:val="both"/>
        <w:rPr>
          <w:rFonts w:ascii="Comic Sans MS" w:hAnsi="Comic Sans MS"/>
          <w:b/>
          <w:sz w:val="16"/>
          <w:szCs w:val="16"/>
        </w:rPr>
      </w:pPr>
      <w:r w:rsidRPr="008C0B1A">
        <w:rPr>
          <w:rFonts w:ascii="Comic Sans MS" w:hAnsi="Comic Sans MS"/>
          <w:b/>
          <w:sz w:val="16"/>
          <w:szCs w:val="16"/>
          <w:u w:val="single"/>
        </w:rPr>
        <w:t>QUESTION</w:t>
      </w:r>
      <w:r w:rsidRPr="008C0B1A">
        <w:rPr>
          <w:rFonts w:ascii="Comic Sans MS" w:hAnsi="Comic Sans MS"/>
          <w:b/>
          <w:sz w:val="16"/>
          <w:szCs w:val="16"/>
        </w:rPr>
        <w:t xml:space="preserve"> : </w:t>
      </w:r>
      <w:r w:rsidR="00753DA5" w:rsidRPr="008C0B1A">
        <w:rPr>
          <w:rFonts w:ascii="Comic Sans MS" w:hAnsi="Comic Sans MS"/>
          <w:b/>
          <w:sz w:val="16"/>
          <w:szCs w:val="16"/>
        </w:rPr>
        <w:t>Étude</w:t>
      </w:r>
      <w:r w:rsidR="00761428" w:rsidRPr="008C0B1A">
        <w:rPr>
          <w:rFonts w:ascii="Comic Sans MS" w:hAnsi="Comic Sans MS"/>
          <w:b/>
          <w:sz w:val="16"/>
          <w:szCs w:val="16"/>
        </w:rPr>
        <w:t xml:space="preserve"> d’une station de gonflage (9</w:t>
      </w:r>
      <w:r w:rsidRPr="008C0B1A">
        <w:rPr>
          <w:rFonts w:ascii="Comic Sans MS" w:hAnsi="Comic Sans MS"/>
          <w:b/>
          <w:sz w:val="16"/>
          <w:szCs w:val="16"/>
        </w:rPr>
        <w:t xml:space="preserve"> points)</w:t>
      </w:r>
    </w:p>
    <w:p w14:paraId="1FE4C017" w14:textId="77777777" w:rsidR="00F744E2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</w:p>
    <w:p w14:paraId="25A9E469" w14:textId="77777777" w:rsidR="00F744E2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Un club de plongée de votre comité a obtenu d’un donateur anonyme, un compresseur. La bonne </w:t>
      </w:r>
      <w:r w:rsidRPr="008C0B1A">
        <w:rPr>
          <w:rFonts w:ascii="Comic Sans MS" w:hAnsi="Comic Sans MS"/>
          <w:color w:val="auto"/>
          <w:sz w:val="16"/>
          <w:szCs w:val="16"/>
        </w:rPr>
        <w:t xml:space="preserve">affaire pour les responsables du club sauf que celui-ci est livré sans aucune notice. Ils prennent </w:t>
      </w:r>
      <w:r w:rsidRPr="008C0B1A">
        <w:rPr>
          <w:rFonts w:ascii="Comic Sans MS" w:hAnsi="Comic Sans MS"/>
          <w:i/>
          <w:color w:val="auto"/>
          <w:sz w:val="16"/>
          <w:szCs w:val="16"/>
        </w:rPr>
        <w:t>contact</w:t>
      </w:r>
      <w:r w:rsidRPr="008C0B1A">
        <w:rPr>
          <w:rFonts w:ascii="Comic Sans MS" w:hAnsi="Comic Sans MS"/>
          <w:color w:val="auto"/>
          <w:sz w:val="16"/>
          <w:szCs w:val="16"/>
        </w:rPr>
        <w:t xml:space="preserve"> avec vous.</w:t>
      </w:r>
    </w:p>
    <w:p w14:paraId="01AC5083" w14:textId="77777777" w:rsidR="00B65F6B" w:rsidRPr="008C0B1A" w:rsidRDefault="00B65F6B" w:rsidP="00F744E2">
      <w:pPr>
        <w:jc w:val="both"/>
        <w:rPr>
          <w:rFonts w:ascii="Comic Sans MS" w:hAnsi="Comic Sans MS"/>
          <w:sz w:val="16"/>
          <w:szCs w:val="16"/>
        </w:rPr>
      </w:pPr>
    </w:p>
    <w:p w14:paraId="4A996630" w14:textId="77777777" w:rsidR="00B65F6B" w:rsidRPr="008C0B1A" w:rsidRDefault="00B65F6B" w:rsidP="00B65F6B">
      <w:p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 xml:space="preserve">On considère pour les calculs : </w:t>
      </w:r>
    </w:p>
    <w:p w14:paraId="79F22CE8" w14:textId="4A238D56" w:rsidR="00B65F6B" w:rsidRPr="008C0B1A" w:rsidRDefault="00B65F6B" w:rsidP="00B65F6B">
      <w:pPr>
        <w:numPr>
          <w:ilvl w:val="0"/>
          <w:numId w:val="29"/>
        </w:num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 xml:space="preserve">Les pressions énoncées sont toutes des pressions </w:t>
      </w:r>
      <w:r w:rsidR="007B521F" w:rsidRPr="008C0B1A">
        <w:rPr>
          <w:rFonts w:ascii="Comic Sans MS" w:hAnsi="Comic Sans MS"/>
          <w:i/>
          <w:sz w:val="16"/>
          <w:szCs w:val="16"/>
        </w:rPr>
        <w:t>absolues</w:t>
      </w:r>
    </w:p>
    <w:p w14:paraId="5AB1BF95" w14:textId="77777777" w:rsidR="00B65F6B" w:rsidRPr="008C0B1A" w:rsidRDefault="00B65F6B" w:rsidP="00B65F6B">
      <w:pPr>
        <w:numPr>
          <w:ilvl w:val="0"/>
          <w:numId w:val="29"/>
        </w:num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>La température : 0° Celsius équivaut à 273°Kelvin</w:t>
      </w:r>
    </w:p>
    <w:p w14:paraId="700FA858" w14:textId="77777777" w:rsidR="00B65F6B" w:rsidRPr="008C0B1A" w:rsidRDefault="00B65F6B" w:rsidP="00F744E2">
      <w:pPr>
        <w:jc w:val="both"/>
        <w:rPr>
          <w:rFonts w:ascii="Comic Sans MS" w:hAnsi="Comic Sans MS"/>
          <w:sz w:val="16"/>
          <w:szCs w:val="16"/>
        </w:rPr>
      </w:pPr>
    </w:p>
    <w:p w14:paraId="517981B6" w14:textId="15803300" w:rsidR="00321872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Dans un premier temps ils vous interrogent sur les capacités de gonflage de cet appareil. Pour cela, vous décidez d'appliquer la méthode suivante</w:t>
      </w:r>
      <w:r w:rsidR="006103E2" w:rsidRPr="008C0B1A">
        <w:rPr>
          <w:rFonts w:ascii="Comic Sans MS" w:hAnsi="Comic Sans MS"/>
          <w:sz w:val="16"/>
          <w:szCs w:val="16"/>
        </w:rPr>
        <w:t xml:space="preserve"> : gonfler un bloc de 15 L, supposé </w:t>
      </w:r>
      <w:r w:rsidR="008F5D3C" w:rsidRPr="008C0B1A">
        <w:rPr>
          <w:rFonts w:ascii="Comic Sans MS" w:hAnsi="Comic Sans MS"/>
          <w:sz w:val="16"/>
          <w:szCs w:val="16"/>
        </w:rPr>
        <w:t>« </w:t>
      </w:r>
      <w:r w:rsidR="006103E2" w:rsidRPr="008C0B1A">
        <w:rPr>
          <w:rFonts w:ascii="Comic Sans MS" w:hAnsi="Comic Sans MS"/>
          <w:sz w:val="16"/>
          <w:szCs w:val="16"/>
        </w:rPr>
        <w:t>vide</w:t>
      </w:r>
      <w:r w:rsidR="008F5D3C" w:rsidRPr="008C0B1A">
        <w:rPr>
          <w:rFonts w:ascii="Comic Sans MS" w:hAnsi="Comic Sans MS"/>
          <w:sz w:val="16"/>
          <w:szCs w:val="16"/>
        </w:rPr>
        <w:t> »</w:t>
      </w:r>
      <w:r w:rsidR="006103E2" w:rsidRPr="008C0B1A">
        <w:rPr>
          <w:rFonts w:ascii="Comic Sans MS" w:hAnsi="Comic Sans MS"/>
          <w:sz w:val="16"/>
          <w:szCs w:val="16"/>
        </w:rPr>
        <w:t>,</w:t>
      </w:r>
      <w:r w:rsidR="008F5D3C" w:rsidRPr="008C0B1A">
        <w:rPr>
          <w:rFonts w:ascii="Comic Sans MS" w:hAnsi="Comic Sans MS"/>
          <w:sz w:val="16"/>
          <w:szCs w:val="16"/>
        </w:rPr>
        <w:t xml:space="preserve"> et </w:t>
      </w:r>
      <w:r w:rsidRPr="008C0B1A">
        <w:rPr>
          <w:rFonts w:ascii="Comic Sans MS" w:hAnsi="Comic Sans MS"/>
          <w:sz w:val="16"/>
          <w:szCs w:val="16"/>
        </w:rPr>
        <w:t xml:space="preserve">mesurer le temps </w:t>
      </w:r>
      <w:r w:rsidR="008F5D3C" w:rsidRPr="008C0B1A">
        <w:rPr>
          <w:rFonts w:ascii="Comic Sans MS" w:hAnsi="Comic Sans MS"/>
          <w:sz w:val="16"/>
          <w:szCs w:val="16"/>
        </w:rPr>
        <w:t xml:space="preserve">nécessaire </w:t>
      </w:r>
      <w:r w:rsidRPr="008C0B1A">
        <w:rPr>
          <w:rFonts w:ascii="Comic Sans MS" w:hAnsi="Comic Sans MS"/>
          <w:sz w:val="16"/>
          <w:szCs w:val="16"/>
        </w:rPr>
        <w:t>pour parvenir à 200 b</w:t>
      </w:r>
      <w:r w:rsidR="008F5D3C" w:rsidRPr="008C0B1A">
        <w:rPr>
          <w:rFonts w:ascii="Comic Sans MS" w:hAnsi="Comic Sans MS"/>
          <w:sz w:val="16"/>
          <w:szCs w:val="16"/>
        </w:rPr>
        <w:t>ars</w:t>
      </w:r>
      <w:r w:rsidRPr="008C0B1A">
        <w:rPr>
          <w:rFonts w:ascii="Comic Sans MS" w:hAnsi="Comic Sans MS"/>
          <w:sz w:val="16"/>
          <w:szCs w:val="16"/>
        </w:rPr>
        <w:t xml:space="preserve">. </w:t>
      </w:r>
    </w:p>
    <w:p w14:paraId="36ED85A1" w14:textId="2EB6C4CF" w:rsidR="00967CF6" w:rsidRDefault="00F744E2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Le compresseur met 8min</w:t>
      </w:r>
      <w:r w:rsidR="00376029" w:rsidRPr="008C0B1A">
        <w:rPr>
          <w:rFonts w:ascii="Comic Sans MS" w:hAnsi="Comic Sans MS"/>
          <w:sz w:val="16"/>
          <w:szCs w:val="16"/>
        </w:rPr>
        <w:t xml:space="preserve"> et</w:t>
      </w:r>
      <w:r w:rsidRPr="008C0B1A">
        <w:rPr>
          <w:rFonts w:ascii="Comic Sans MS" w:hAnsi="Comic Sans MS"/>
          <w:sz w:val="16"/>
          <w:szCs w:val="16"/>
        </w:rPr>
        <w:t xml:space="preserve"> </w:t>
      </w:r>
      <w:r w:rsidR="00321872" w:rsidRPr="008C0B1A">
        <w:rPr>
          <w:rFonts w:ascii="Comic Sans MS" w:hAnsi="Comic Sans MS"/>
          <w:sz w:val="16"/>
          <w:szCs w:val="16"/>
        </w:rPr>
        <w:t>12</w:t>
      </w:r>
      <w:r w:rsidR="00376029" w:rsidRPr="008C0B1A">
        <w:rPr>
          <w:rFonts w:ascii="Comic Sans MS" w:hAnsi="Comic Sans MS"/>
          <w:sz w:val="16"/>
          <w:szCs w:val="16"/>
        </w:rPr>
        <w:t xml:space="preserve"> </w:t>
      </w:r>
      <w:r w:rsidRPr="008C0B1A">
        <w:rPr>
          <w:rFonts w:ascii="Comic Sans MS" w:hAnsi="Comic Sans MS"/>
          <w:sz w:val="16"/>
          <w:szCs w:val="16"/>
        </w:rPr>
        <w:t>s</w:t>
      </w:r>
      <w:r w:rsidR="00376029" w:rsidRPr="008C0B1A">
        <w:rPr>
          <w:rFonts w:ascii="Comic Sans MS" w:hAnsi="Comic Sans MS"/>
          <w:sz w:val="16"/>
          <w:szCs w:val="16"/>
        </w:rPr>
        <w:t>econdes</w:t>
      </w:r>
      <w:r w:rsidRPr="008C0B1A">
        <w:rPr>
          <w:rFonts w:ascii="Comic Sans MS" w:hAnsi="Comic Sans MS"/>
          <w:sz w:val="16"/>
          <w:szCs w:val="16"/>
        </w:rPr>
        <w:t xml:space="preserve"> pour parvenir à la pression voulue. Rigoureux, vous tenez compte des effets de la température : la température </w:t>
      </w:r>
      <w:r w:rsidR="00C077C5" w:rsidRPr="008C0B1A">
        <w:rPr>
          <w:rFonts w:ascii="Comic Sans MS" w:hAnsi="Comic Sans MS"/>
          <w:sz w:val="16"/>
          <w:szCs w:val="16"/>
        </w:rPr>
        <w:t xml:space="preserve">du bloc est de </w:t>
      </w:r>
      <w:r w:rsidRPr="008C0B1A">
        <w:rPr>
          <w:rFonts w:ascii="Comic Sans MS" w:hAnsi="Comic Sans MS"/>
          <w:sz w:val="16"/>
          <w:szCs w:val="16"/>
        </w:rPr>
        <w:t>45°C alors que la température ambiante est de 18°C.</w:t>
      </w:r>
    </w:p>
    <w:p w14:paraId="4289FE9F" w14:textId="77777777" w:rsidR="008E3D90" w:rsidRPr="008C0B1A" w:rsidRDefault="008E3D90" w:rsidP="00F744E2">
      <w:pPr>
        <w:jc w:val="both"/>
        <w:rPr>
          <w:rFonts w:ascii="Comic Sans MS" w:hAnsi="Comic Sans MS"/>
          <w:sz w:val="16"/>
          <w:szCs w:val="16"/>
        </w:rPr>
      </w:pPr>
    </w:p>
    <w:p w14:paraId="512C4F73" w14:textId="77777777" w:rsidR="00F744E2" w:rsidRPr="008C0B1A" w:rsidRDefault="00F744E2" w:rsidP="00C23E01">
      <w:pPr>
        <w:numPr>
          <w:ilvl w:val="0"/>
          <w:numId w:val="42"/>
        </w:num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Déterminez </w:t>
      </w:r>
      <w:r w:rsidR="00761428" w:rsidRPr="008C0B1A">
        <w:rPr>
          <w:rFonts w:ascii="Comic Sans MS" w:hAnsi="Comic Sans MS"/>
          <w:sz w:val="16"/>
          <w:szCs w:val="16"/>
        </w:rPr>
        <w:t>le débit réel du compresseur. (3</w:t>
      </w:r>
      <w:r w:rsidRPr="008C0B1A">
        <w:rPr>
          <w:rFonts w:ascii="Comic Sans MS" w:hAnsi="Comic Sans MS"/>
          <w:sz w:val="16"/>
          <w:szCs w:val="16"/>
        </w:rPr>
        <w:t xml:space="preserve"> points)</w:t>
      </w:r>
    </w:p>
    <w:p w14:paraId="6C9B905F" w14:textId="74E910D8" w:rsidR="007B2C1D" w:rsidRPr="008C0B1A" w:rsidRDefault="007B2C1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Pour répondre à la question on va calculer le volume d’air à 18°C que le compresseur a injecté dans le bloc. Connaissant le temps mis pour cela on aura alors le débit du compresseur.</w:t>
      </w:r>
    </w:p>
    <w:p w14:paraId="2BF0C013" w14:textId="7E080068" w:rsidR="00F744E2" w:rsidRPr="008C0B1A" w:rsidRDefault="007B2C1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b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loc gonflé à 200 b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est chaud. On cherche donc tout d’abord à calculer la pression du bloc après qu’il aura refroidit.</w:t>
      </w:r>
    </w:p>
    <w:p w14:paraId="3622FE6D" w14:textId="77777777" w:rsidR="00036E31" w:rsidRPr="008C0B1A" w:rsidRDefault="00036E31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1FBB5A5D" w14:textId="6C8B1426" w:rsidR="007B2C1D" w:rsidRPr="008C0B1A" w:rsidRDefault="007B2C1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On a : </w:t>
      </w:r>
    </w:p>
    <w:p w14:paraId="7AE7F6D0" w14:textId="2E90DEB5" w:rsidR="007B2C1D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P1 / </w:t>
      </w:r>
      <w:r w:rsidR="006764BF" w:rsidRPr="008C0B1A">
        <w:rPr>
          <w:rFonts w:ascii="Comic Sans MS" w:hAnsi="Comic Sans MS"/>
          <w:i/>
          <w:color w:val="0000FF"/>
          <w:sz w:val="16"/>
          <w:szCs w:val="16"/>
        </w:rPr>
        <w:t>T1 = P2 / T2</w:t>
      </w:r>
      <w:r w:rsidR="007B2C1D"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7B2C1D" w:rsidRPr="008C0B1A">
        <w:rPr>
          <w:rFonts w:ascii="Comic Sans MS" w:hAnsi="Comic Sans MS"/>
          <w:i/>
          <w:color w:val="0000FF"/>
          <w:sz w:val="16"/>
          <w:szCs w:val="16"/>
        </w:rPr>
        <w:tab/>
        <w:t>(</w:t>
      </w:r>
      <w:proofErr w:type="spellStart"/>
      <w:r w:rsidR="007B2C1D" w:rsidRPr="008C0B1A">
        <w:rPr>
          <w:rFonts w:ascii="Comic Sans MS" w:hAnsi="Comic Sans MS"/>
          <w:i/>
          <w:color w:val="0000FF"/>
          <w:sz w:val="16"/>
          <w:szCs w:val="16"/>
        </w:rPr>
        <w:t>rq</w:t>
      </w:r>
      <w:proofErr w:type="spellEnd"/>
      <w:r w:rsidR="007B2C1D" w:rsidRPr="008C0B1A">
        <w:rPr>
          <w:rFonts w:ascii="Comic Sans MS" w:hAnsi="Comic Sans MS"/>
          <w:i/>
          <w:color w:val="0000FF"/>
          <w:sz w:val="16"/>
          <w:szCs w:val="16"/>
        </w:rPr>
        <w:t> : l’état ‘1’ correspond au bloc chaud et l’état ‘2’ au bloc froid.)</w:t>
      </w:r>
    </w:p>
    <w:p w14:paraId="59B951E6" w14:textId="3159E4F4" w:rsidR="007B2C1D" w:rsidRPr="008C0B1A" w:rsidRDefault="007B2C1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sym w:font="Wingdings" w:char="F0E0"/>
      </w:r>
      <w:r w:rsidR="006764BF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200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 /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(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273 +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45)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 =</w:t>
      </w:r>
      <w:r w:rsidR="006764BF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P2</w:t>
      </w:r>
      <w:r w:rsidR="006764BF" w:rsidRPr="008C0B1A">
        <w:rPr>
          <w:rFonts w:ascii="Comic Sans MS" w:hAnsi="Comic Sans MS"/>
          <w:i/>
          <w:color w:val="0000FF"/>
          <w:sz w:val="16"/>
          <w:szCs w:val="16"/>
        </w:rPr>
        <w:t xml:space="preserve"> /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(</w:t>
      </w:r>
      <w:r w:rsidR="006764BF" w:rsidRPr="008C0B1A">
        <w:rPr>
          <w:rFonts w:ascii="Comic Sans MS" w:hAnsi="Comic Sans MS"/>
          <w:i/>
          <w:color w:val="0000FF"/>
          <w:sz w:val="16"/>
          <w:szCs w:val="16"/>
        </w:rPr>
        <w:t xml:space="preserve">273 +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18)</w:t>
      </w:r>
    </w:p>
    <w:p w14:paraId="4E0575D0" w14:textId="329E008F" w:rsidR="00F744E2" w:rsidRPr="008C0B1A" w:rsidRDefault="007B2C1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sym w:font="Wingdings" w:char="F0E0"/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>P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2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>= 183 b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ar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 (1 point)</w:t>
      </w:r>
    </w:p>
    <w:p w14:paraId="2E249EF3" w14:textId="77777777" w:rsidR="008A6227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733F0331" w14:textId="723138AD" w:rsidR="008A6227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Lorsque le bloc était « vide », il était à 1 bar de pression.</w:t>
      </w:r>
    </w:p>
    <w:p w14:paraId="42858F65" w14:textId="1EBE11EC" w:rsidR="00F744E2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v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>olume d'a</w:t>
      </w:r>
      <w:r w:rsidR="008F5D3C" w:rsidRPr="008C0B1A">
        <w:rPr>
          <w:rFonts w:ascii="Comic Sans MS" w:hAnsi="Comic Sans MS"/>
          <w:i/>
          <w:color w:val="0000FF"/>
          <w:sz w:val="16"/>
          <w:szCs w:val="16"/>
        </w:rPr>
        <w:t xml:space="preserve">ir introduit dans le bloc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est donc </w:t>
      </w:r>
      <w:r w:rsidR="008F5D3C" w:rsidRPr="008C0B1A">
        <w:rPr>
          <w:rFonts w:ascii="Comic Sans MS" w:hAnsi="Comic Sans MS"/>
          <w:i/>
          <w:color w:val="0000FF"/>
          <w:sz w:val="16"/>
          <w:szCs w:val="16"/>
        </w:rPr>
        <w:t>:</w:t>
      </w:r>
      <w:r w:rsidR="008F5D3C" w:rsidRPr="008C0B1A">
        <w:rPr>
          <w:rFonts w:ascii="Comic Sans MS" w:hAnsi="Comic Sans MS"/>
          <w:i/>
          <w:color w:val="0000FF"/>
          <w:sz w:val="16"/>
          <w:szCs w:val="16"/>
        </w:rPr>
        <w:tab/>
        <w:t xml:space="preserve"> 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>(183-1)</w:t>
      </w:r>
      <w:r w:rsidR="004B45AD" w:rsidRPr="008C0B1A">
        <w:rPr>
          <w:rFonts w:ascii="Comic Sans MS" w:hAnsi="Comic Sans MS"/>
          <w:i/>
          <w:color w:val="0000FF"/>
          <w:sz w:val="16"/>
          <w:szCs w:val="16"/>
        </w:rPr>
        <w:t xml:space="preserve"> x 15 = 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 xml:space="preserve">2730 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L </w:t>
      </w:r>
      <w:r w:rsidR="00761428" w:rsidRPr="008C0B1A">
        <w:rPr>
          <w:rFonts w:ascii="Comic Sans MS" w:hAnsi="Comic Sans MS"/>
          <w:i/>
          <w:color w:val="0000FF"/>
          <w:sz w:val="16"/>
          <w:szCs w:val="16"/>
        </w:rPr>
        <w:t>(1 point)</w:t>
      </w:r>
    </w:p>
    <w:p w14:paraId="24964B61" w14:textId="295BBF96" w:rsidR="008A6227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débit d’un compresseur correspond au volume qu’il injecte par unité de temps.</w:t>
      </w:r>
    </w:p>
    <w:p w14:paraId="6F4A4B08" w14:textId="77777777" w:rsidR="00F81C47" w:rsidRPr="008C0B1A" w:rsidRDefault="00F81C4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01D307ED" w14:textId="77777777" w:rsidR="008A6227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On a donc :</w:t>
      </w:r>
    </w:p>
    <w:p w14:paraId="7BB1C98F" w14:textId="4482DC26" w:rsidR="008A6227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Débit compresseur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>=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6D1283" w:rsidRPr="008C0B1A">
        <w:rPr>
          <w:rFonts w:ascii="Comic Sans MS" w:hAnsi="Comic Sans MS"/>
          <w:i/>
          <w:color w:val="0000FF"/>
          <w:sz w:val="16"/>
          <w:szCs w:val="16"/>
        </w:rPr>
        <w:t>2730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>/ 8,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>2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 xml:space="preserve"> (</w:t>
      </w:r>
      <w:proofErr w:type="spellStart"/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>rq</w:t>
      </w:r>
      <w:proofErr w:type="spellEnd"/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 xml:space="preserve"> : car 8 min et 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>12</w:t>
      </w:r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 xml:space="preserve"> secondes correspondent à 8,</w:t>
      </w:r>
      <w:r w:rsidR="00321872" w:rsidRPr="008C0B1A">
        <w:rPr>
          <w:rFonts w:ascii="Comic Sans MS" w:hAnsi="Comic Sans MS"/>
          <w:i/>
          <w:color w:val="0000FF"/>
          <w:sz w:val="16"/>
          <w:szCs w:val="16"/>
        </w:rPr>
        <w:t>2</w:t>
      </w:r>
      <w:r w:rsidR="008A6227" w:rsidRPr="008C0B1A">
        <w:rPr>
          <w:rFonts w:ascii="Comic Sans MS" w:hAnsi="Comic Sans MS"/>
          <w:i/>
          <w:color w:val="0000FF"/>
          <w:sz w:val="16"/>
          <w:szCs w:val="16"/>
        </w:rPr>
        <w:t xml:space="preserve"> minutes)</w:t>
      </w:r>
    </w:p>
    <w:p w14:paraId="2F4AD562" w14:textId="6B447B3D" w:rsidR="008A6227" w:rsidRPr="008C0B1A" w:rsidRDefault="008A622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sym w:font="Wingdings" w:char="F0E0"/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Débit compresseur = </w:t>
      </w:r>
      <w:r w:rsidR="005A007F" w:rsidRPr="008C0B1A">
        <w:rPr>
          <w:rFonts w:ascii="Comic Sans MS" w:hAnsi="Comic Sans MS"/>
          <w:i/>
          <w:color w:val="0000FF"/>
          <w:sz w:val="16"/>
          <w:szCs w:val="16"/>
        </w:rPr>
        <w:t>332,93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L/min</w:t>
      </w:r>
    </w:p>
    <w:p w14:paraId="5CCC67D7" w14:textId="1D2785BD" w:rsidR="008A6227" w:rsidRPr="008C0B1A" w:rsidRDefault="008A6227" w:rsidP="008A6227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Débit compresseur = </w:t>
      </w:r>
      <w:r w:rsidR="005A007F" w:rsidRPr="008C0B1A">
        <w:rPr>
          <w:rFonts w:ascii="Comic Sans MS" w:hAnsi="Comic Sans MS"/>
          <w:i/>
          <w:color w:val="0000FF"/>
          <w:sz w:val="16"/>
          <w:szCs w:val="16"/>
        </w:rPr>
        <w:t>332,93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L/min </w:t>
      </w:r>
    </w:p>
    <w:p w14:paraId="0B65AA6C" w14:textId="5AEF4DC5" w:rsidR="008A6227" w:rsidRPr="008C0B1A" w:rsidRDefault="008A6227" w:rsidP="008A6227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Débit compresseur = 19,</w:t>
      </w:r>
      <w:r w:rsidR="005A007F" w:rsidRPr="008C0B1A">
        <w:rPr>
          <w:rFonts w:ascii="Comic Sans MS" w:hAnsi="Comic Sans MS"/>
          <w:i/>
          <w:color w:val="0000FF"/>
          <w:sz w:val="16"/>
          <w:szCs w:val="16"/>
        </w:rPr>
        <w:t>98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m3/h (1 point)</w:t>
      </w:r>
    </w:p>
    <w:p w14:paraId="1FBFC1A0" w14:textId="4340A73D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69FD3FE2" w14:textId="77777777" w:rsidR="00963878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Le président du club pense qu’il faudrait limiter le gonflage à 1 h 30 entre les deux rotations journalières car il y a en général 15 blocs de 15 L à gonfler. Il vous demande de définir une consigne chiffrée pour les moniteurs du club</w:t>
      </w:r>
      <w:r w:rsidR="00E35287" w:rsidRPr="008C0B1A">
        <w:rPr>
          <w:rFonts w:ascii="Comic Sans MS" w:hAnsi="Comic Sans MS"/>
          <w:sz w:val="16"/>
          <w:szCs w:val="16"/>
        </w:rPr>
        <w:t xml:space="preserve"> en considérant que les blocs sont initialement gonflés à</w:t>
      </w:r>
      <w:r w:rsidR="00963878" w:rsidRPr="008C0B1A">
        <w:rPr>
          <w:rFonts w:ascii="Comic Sans MS" w:hAnsi="Comic Sans MS"/>
          <w:sz w:val="16"/>
          <w:szCs w:val="16"/>
        </w:rPr>
        <w:t xml:space="preserve"> 200</w:t>
      </w:r>
      <w:r w:rsidR="00E35287" w:rsidRPr="008C0B1A">
        <w:rPr>
          <w:rFonts w:ascii="Comic Sans MS" w:hAnsi="Comic Sans MS"/>
          <w:sz w:val="16"/>
          <w:szCs w:val="16"/>
        </w:rPr>
        <w:t xml:space="preserve"> bars</w:t>
      </w:r>
      <w:r w:rsidR="00963878" w:rsidRPr="008C0B1A">
        <w:rPr>
          <w:rFonts w:ascii="Comic Sans MS" w:hAnsi="Comic Sans MS"/>
          <w:sz w:val="16"/>
          <w:szCs w:val="16"/>
        </w:rPr>
        <w:t>.</w:t>
      </w:r>
    </w:p>
    <w:p w14:paraId="34F7A9EE" w14:textId="77777777" w:rsidR="00963878" w:rsidRPr="008C0B1A" w:rsidRDefault="00963878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Pour simplifier les calculs, on considère les hypothèses suivantes :</w:t>
      </w:r>
    </w:p>
    <w:p w14:paraId="6E42254A" w14:textId="77777777" w:rsidR="00963878" w:rsidRPr="008C0B1A" w:rsidRDefault="00963878" w:rsidP="00963878">
      <w:pPr>
        <w:numPr>
          <w:ilvl w:val="0"/>
          <w:numId w:val="43"/>
        </w:num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Les </w:t>
      </w:r>
      <w:r w:rsidR="00A64434" w:rsidRPr="008C0B1A">
        <w:rPr>
          <w:rFonts w:ascii="Comic Sans MS" w:hAnsi="Comic Sans MS"/>
          <w:sz w:val="16"/>
          <w:szCs w:val="16"/>
        </w:rPr>
        <w:t xml:space="preserve">effets de la température </w:t>
      </w:r>
      <w:r w:rsidRPr="008C0B1A">
        <w:rPr>
          <w:rFonts w:ascii="Comic Sans MS" w:hAnsi="Comic Sans MS"/>
          <w:sz w:val="16"/>
          <w:szCs w:val="16"/>
        </w:rPr>
        <w:t>ne sont plus pris en compte,</w:t>
      </w:r>
    </w:p>
    <w:p w14:paraId="1A73EBF2" w14:textId="225CA76E" w:rsidR="00F744E2" w:rsidRPr="008C0B1A" w:rsidRDefault="00963878" w:rsidP="00963878">
      <w:pPr>
        <w:numPr>
          <w:ilvl w:val="0"/>
          <w:numId w:val="43"/>
        </w:num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Le débit du compresseur est de 20 m3/h.</w:t>
      </w:r>
    </w:p>
    <w:p w14:paraId="6021E2BC" w14:textId="77777777" w:rsidR="00963878" w:rsidRPr="008C0B1A" w:rsidRDefault="00963878" w:rsidP="00963878">
      <w:pPr>
        <w:jc w:val="both"/>
        <w:rPr>
          <w:rFonts w:ascii="Comic Sans MS" w:hAnsi="Comic Sans MS"/>
          <w:sz w:val="16"/>
          <w:szCs w:val="16"/>
        </w:rPr>
      </w:pPr>
    </w:p>
    <w:p w14:paraId="6C2F6E11" w14:textId="44938E2C" w:rsidR="00F744E2" w:rsidRPr="008C0B1A" w:rsidRDefault="009D4C85" w:rsidP="00C23E01">
      <w:pPr>
        <w:numPr>
          <w:ilvl w:val="0"/>
          <w:numId w:val="42"/>
        </w:num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En faisant l’hypothèse que la pression résiduelle dans les blocs sera identique dans tous les blocs, d</w:t>
      </w:r>
      <w:r w:rsidR="00F744E2" w:rsidRPr="008C0B1A">
        <w:rPr>
          <w:rFonts w:ascii="Comic Sans MS" w:hAnsi="Comic Sans MS"/>
          <w:sz w:val="16"/>
          <w:szCs w:val="16"/>
        </w:rPr>
        <w:t xml:space="preserve">éterminez la pression résiduelle minimale après la première plongée pour respecter cette exigence. </w:t>
      </w:r>
      <w:r w:rsidR="0050752E" w:rsidRPr="008C0B1A">
        <w:rPr>
          <w:rFonts w:ascii="Comic Sans MS" w:hAnsi="Comic Sans MS"/>
          <w:sz w:val="16"/>
          <w:szCs w:val="16"/>
        </w:rPr>
        <w:t>(3</w:t>
      </w:r>
      <w:r w:rsidR="00F744E2" w:rsidRPr="008C0B1A">
        <w:rPr>
          <w:rFonts w:ascii="Comic Sans MS" w:hAnsi="Comic Sans MS"/>
          <w:sz w:val="16"/>
          <w:szCs w:val="16"/>
        </w:rPr>
        <w:t xml:space="preserve"> points)</w:t>
      </w:r>
    </w:p>
    <w:p w14:paraId="729E6321" w14:textId="048185BF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En 1 h 30, 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le compresseur délivre 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20 000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 L x 1.5 =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30 000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L</w:t>
      </w:r>
      <w:r w:rsidR="0050752E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5F693C" w:rsidRPr="008C0B1A">
        <w:rPr>
          <w:rFonts w:ascii="Comic Sans MS" w:hAnsi="Comic Sans MS"/>
          <w:i/>
          <w:color w:val="0000FF"/>
          <w:sz w:val="16"/>
          <w:szCs w:val="16"/>
        </w:rPr>
        <w:t>(0,5</w:t>
      </w:r>
      <w:r w:rsidR="0050752E" w:rsidRPr="008C0B1A">
        <w:rPr>
          <w:rFonts w:ascii="Comic Sans MS" w:hAnsi="Comic Sans MS"/>
          <w:i/>
          <w:color w:val="0000FF"/>
          <w:sz w:val="16"/>
          <w:szCs w:val="16"/>
        </w:rPr>
        <w:t xml:space="preserve"> point)</w:t>
      </w:r>
    </w:p>
    <w:p w14:paraId="414DEAFD" w14:textId="36B9AD8F" w:rsidR="00F744E2" w:rsidRPr="008C0B1A" w:rsidRDefault="00FC3778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Dans chaque bloc :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30 000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/ 15 =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2 000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 xml:space="preserve"> L</w:t>
      </w:r>
      <w:r w:rsidR="005F693C" w:rsidRPr="008C0B1A">
        <w:rPr>
          <w:rFonts w:ascii="Comic Sans MS" w:hAnsi="Comic Sans MS"/>
          <w:i/>
          <w:color w:val="0000FF"/>
          <w:sz w:val="16"/>
          <w:szCs w:val="16"/>
        </w:rPr>
        <w:t xml:space="preserve"> (0,5 point)</w:t>
      </w:r>
    </w:p>
    <w:p w14:paraId="653CCB71" w14:textId="42222309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 introd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uite dans chaque bloc : 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2 000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 / 15 =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133,33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b (1 point)</w:t>
      </w:r>
    </w:p>
    <w:p w14:paraId="68559E97" w14:textId="2FC88489" w:rsidR="00F744E2" w:rsidRPr="008C0B1A" w:rsidRDefault="00F744E2" w:rsidP="00F744E2">
      <w:pPr>
        <w:jc w:val="both"/>
        <w:rPr>
          <w:rFonts w:ascii="Comic Sans MS" w:hAnsi="Comic Sans MS"/>
          <w:bCs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 résiduelle minimale :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200</w:t>
      </w:r>
      <w:r w:rsidR="00E35287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–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133,33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66,67</w:t>
      </w:r>
      <w:r w:rsidR="00B65F6B" w:rsidRPr="008C0B1A">
        <w:rPr>
          <w:rFonts w:ascii="Comic Sans MS" w:hAnsi="Comic Sans MS"/>
          <w:i/>
          <w:color w:val="0000FF"/>
          <w:sz w:val="16"/>
          <w:szCs w:val="16"/>
        </w:rPr>
        <w:t xml:space="preserve"> b </w:t>
      </w:r>
      <w:r w:rsidR="003E29E7" w:rsidRPr="008C0B1A">
        <w:rPr>
          <w:rFonts w:ascii="Comic Sans MS" w:hAnsi="Comic Sans MS"/>
          <w:i/>
          <w:color w:val="0000FF"/>
          <w:sz w:val="16"/>
          <w:szCs w:val="16"/>
        </w:rPr>
        <w:t xml:space="preserve">(1 point)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soit une consigne aux moniteurs d’établir </w:t>
      </w:r>
      <w:r w:rsidR="00FC3778" w:rsidRPr="008C0B1A">
        <w:rPr>
          <w:rFonts w:ascii="Comic Sans MS" w:hAnsi="Comic Sans MS"/>
          <w:i/>
          <w:color w:val="0000FF"/>
          <w:sz w:val="16"/>
          <w:szCs w:val="16"/>
        </w:rPr>
        <w:t xml:space="preserve">une pression minimale au retour en surface </w:t>
      </w:r>
      <w:r w:rsidR="00E35287" w:rsidRPr="008C0B1A">
        <w:rPr>
          <w:rFonts w:ascii="Comic Sans MS" w:hAnsi="Comic Sans MS"/>
          <w:i/>
          <w:color w:val="0000FF"/>
          <w:sz w:val="16"/>
          <w:szCs w:val="16"/>
        </w:rPr>
        <w:t xml:space="preserve">d’environ </w:t>
      </w:r>
      <w:r w:rsidR="00963878" w:rsidRPr="008C0B1A">
        <w:rPr>
          <w:rFonts w:ascii="Comic Sans MS" w:hAnsi="Comic Sans MS"/>
          <w:i/>
          <w:color w:val="0000FF"/>
          <w:sz w:val="16"/>
          <w:szCs w:val="16"/>
        </w:rPr>
        <w:t>67</w:t>
      </w:r>
      <w:r w:rsidR="00E35287" w:rsidRPr="008C0B1A">
        <w:rPr>
          <w:rFonts w:ascii="Comic Sans MS" w:hAnsi="Comic Sans MS"/>
          <w:i/>
          <w:color w:val="0000FF"/>
          <w:sz w:val="16"/>
          <w:szCs w:val="16"/>
        </w:rPr>
        <w:t xml:space="preserve"> bars</w:t>
      </w:r>
      <w:r w:rsidRPr="008C0B1A">
        <w:rPr>
          <w:rFonts w:ascii="Comic Sans MS" w:hAnsi="Comic Sans MS"/>
          <w:bCs/>
          <w:i/>
          <w:color w:val="0000FF"/>
          <w:sz w:val="16"/>
          <w:szCs w:val="16"/>
          <w:u w:val="single"/>
        </w:rPr>
        <w:t>.</w:t>
      </w:r>
      <w:r w:rsidRPr="008C0B1A">
        <w:rPr>
          <w:rFonts w:ascii="Comic Sans MS" w:hAnsi="Comic Sans MS"/>
          <w:bCs/>
          <w:i/>
          <w:color w:val="0000FF"/>
          <w:sz w:val="16"/>
          <w:szCs w:val="16"/>
        </w:rPr>
        <w:t xml:space="preserve"> </w:t>
      </w:r>
    </w:p>
    <w:p w14:paraId="37B20051" w14:textId="77777777" w:rsidR="00F744E2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</w:p>
    <w:p w14:paraId="3726D475" w14:textId="67B16D4F" w:rsidR="00F81C47" w:rsidRPr="008C0B1A" w:rsidRDefault="00F744E2" w:rsidP="00F744E2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Ce temps de gonflage s'avère trop contraignant pour l’organisation du club. Le président envisage d’acheter des tampons de 50 L à 250 b et de limiter l'usage du compresseur à 30 minutes pour compléter le gonflage des blocs. Les blocs ont une pression résiduelle moyenne de 60 bars</w:t>
      </w:r>
      <w:r w:rsidR="00DC0BD1" w:rsidRPr="008C0B1A">
        <w:rPr>
          <w:rFonts w:ascii="Comic Sans MS" w:hAnsi="Comic Sans MS"/>
          <w:b/>
          <w:bCs/>
          <w:sz w:val="16"/>
          <w:szCs w:val="16"/>
        </w:rPr>
        <w:t xml:space="preserve"> </w:t>
      </w:r>
      <w:r w:rsidR="00DC0BD1" w:rsidRPr="008C0B1A">
        <w:rPr>
          <w:rFonts w:ascii="Comic Sans MS" w:hAnsi="Comic Sans MS"/>
          <w:sz w:val="16"/>
          <w:szCs w:val="16"/>
        </w:rPr>
        <w:t>et sont gonflés à 200 bars, sans considérer les variations de température lors du gonflage.</w:t>
      </w:r>
    </w:p>
    <w:p w14:paraId="4A41F07E" w14:textId="77777777" w:rsidR="00F744E2" w:rsidRDefault="00F744E2" w:rsidP="00C23E01">
      <w:pPr>
        <w:numPr>
          <w:ilvl w:val="0"/>
          <w:numId w:val="42"/>
        </w:num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En considérant la mise en série des tampons uniquement, combien de tampons devra-t-on utiliser pour respecter cette consigne. </w:t>
      </w:r>
      <w:r w:rsidR="00FC118B" w:rsidRPr="008C0B1A">
        <w:rPr>
          <w:rFonts w:ascii="Comic Sans MS" w:hAnsi="Comic Sans MS"/>
          <w:sz w:val="16"/>
          <w:szCs w:val="16"/>
        </w:rPr>
        <w:t>(3</w:t>
      </w:r>
      <w:r w:rsidRPr="008C0B1A">
        <w:rPr>
          <w:rFonts w:ascii="Comic Sans MS" w:hAnsi="Comic Sans MS"/>
          <w:sz w:val="16"/>
          <w:szCs w:val="16"/>
        </w:rPr>
        <w:t xml:space="preserve"> points)</w:t>
      </w:r>
    </w:p>
    <w:p w14:paraId="3C8D7B57" w14:textId="77777777" w:rsidR="00C94C42" w:rsidRDefault="00C94C42" w:rsidP="00C94C42">
      <w:pPr>
        <w:jc w:val="both"/>
        <w:rPr>
          <w:rFonts w:ascii="Comic Sans MS" w:hAnsi="Comic Sans MS"/>
          <w:sz w:val="16"/>
          <w:szCs w:val="16"/>
        </w:rPr>
      </w:pPr>
    </w:p>
    <w:p w14:paraId="0FC86954" w14:textId="77777777" w:rsidR="00C94C42" w:rsidRDefault="00C94C42" w:rsidP="00C94C42">
      <w:pPr>
        <w:jc w:val="both"/>
        <w:rPr>
          <w:rFonts w:ascii="Comic Sans MS" w:hAnsi="Comic Sans MS"/>
          <w:sz w:val="16"/>
          <w:szCs w:val="16"/>
        </w:rPr>
      </w:pPr>
    </w:p>
    <w:p w14:paraId="6836F3FE" w14:textId="77777777" w:rsidR="00C94C42" w:rsidRPr="008C0B1A" w:rsidRDefault="00C94C42" w:rsidP="00C94C42">
      <w:pPr>
        <w:jc w:val="both"/>
        <w:rPr>
          <w:rFonts w:ascii="Comic Sans MS" w:hAnsi="Comic Sans MS"/>
          <w:sz w:val="16"/>
          <w:szCs w:val="16"/>
        </w:rPr>
      </w:pPr>
    </w:p>
    <w:p w14:paraId="5EB3E4A5" w14:textId="77777777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Limitation du gonflage 30 min : air à ajouter après l'équilibrage des tampons.</w:t>
      </w:r>
    </w:p>
    <w:p w14:paraId="365763BC" w14:textId="3D4E306E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Augmentation de </w:t>
      </w:r>
      <w:r w:rsidR="00DC0BD1" w:rsidRPr="008C0B1A">
        <w:rPr>
          <w:rFonts w:ascii="Comic Sans MS" w:hAnsi="Comic Sans MS"/>
          <w:i/>
          <w:color w:val="0000FF"/>
          <w:sz w:val="16"/>
          <w:szCs w:val="16"/>
        </w:rPr>
        <w:t>pression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obtenue av</w:t>
      </w:r>
      <w:r w:rsidR="0027109C" w:rsidRPr="008C0B1A">
        <w:rPr>
          <w:rFonts w:ascii="Comic Sans MS" w:hAnsi="Comic Sans MS"/>
          <w:i/>
          <w:color w:val="0000FF"/>
          <w:sz w:val="16"/>
          <w:szCs w:val="16"/>
        </w:rPr>
        <w:t>ec 30 min de compresseur</w:t>
      </w:r>
      <w:r w:rsidR="00DC0BD1" w:rsidRPr="008C0B1A">
        <w:rPr>
          <w:rFonts w:ascii="Comic Sans MS" w:hAnsi="Comic Sans MS"/>
          <w:i/>
          <w:color w:val="0000FF"/>
          <w:sz w:val="16"/>
          <w:szCs w:val="16"/>
        </w:rPr>
        <w:t xml:space="preserve"> dans les 15 blocs de 15L</w:t>
      </w:r>
      <w:r w:rsidR="0027109C" w:rsidRPr="008C0B1A">
        <w:rPr>
          <w:rFonts w:ascii="Comic Sans MS" w:hAnsi="Comic Sans MS"/>
          <w:i/>
          <w:color w:val="0000FF"/>
          <w:sz w:val="16"/>
          <w:szCs w:val="16"/>
        </w:rPr>
        <w:t xml:space="preserve"> :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20000</w:t>
      </w:r>
      <w:r w:rsidR="00DC0BD1" w:rsidRPr="008C0B1A">
        <w:rPr>
          <w:rFonts w:ascii="Comic Sans MS" w:hAnsi="Comic Sans MS"/>
          <w:i/>
          <w:color w:val="0000FF"/>
          <w:sz w:val="16"/>
          <w:szCs w:val="16"/>
        </w:rPr>
        <w:t xml:space="preserve"> x 0,5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/ </w:t>
      </w:r>
      <w:r w:rsidR="0027109C" w:rsidRPr="008C0B1A">
        <w:rPr>
          <w:rFonts w:ascii="Comic Sans MS" w:hAnsi="Comic Sans MS"/>
          <w:i/>
          <w:color w:val="0000FF"/>
          <w:sz w:val="16"/>
          <w:szCs w:val="16"/>
        </w:rPr>
        <w:t>(15 x 15)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44,44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b </w:t>
      </w:r>
      <w:r w:rsidR="00FC118B" w:rsidRPr="008C0B1A">
        <w:rPr>
          <w:rFonts w:ascii="Comic Sans MS" w:hAnsi="Comic Sans MS"/>
          <w:i/>
          <w:color w:val="0000FF"/>
          <w:sz w:val="16"/>
          <w:szCs w:val="16"/>
        </w:rPr>
        <w:t>(1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point)</w:t>
      </w:r>
    </w:p>
    <w:p w14:paraId="5199FC50" w14:textId="789EB9AA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</w:t>
      </w:r>
      <w:r w:rsidR="00DC0BD1" w:rsidRPr="008C0B1A">
        <w:rPr>
          <w:rFonts w:ascii="Comic Sans MS" w:hAnsi="Comic Sans MS"/>
          <w:i/>
          <w:color w:val="0000FF"/>
          <w:sz w:val="16"/>
          <w:szCs w:val="16"/>
        </w:rPr>
        <w:t>ression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à obt</w:t>
      </w:r>
      <w:r w:rsidR="0027109C" w:rsidRPr="008C0B1A">
        <w:rPr>
          <w:rFonts w:ascii="Comic Sans MS" w:hAnsi="Comic Sans MS"/>
          <w:i/>
          <w:color w:val="0000FF"/>
          <w:sz w:val="16"/>
          <w:szCs w:val="16"/>
        </w:rPr>
        <w:t xml:space="preserve">enir avec les tampons : 200 –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44,44</w:t>
      </w:r>
      <w:r w:rsidR="00803307"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155,56</w:t>
      </w:r>
      <w:r w:rsidR="00803307" w:rsidRPr="008C0B1A">
        <w:rPr>
          <w:rFonts w:ascii="Comic Sans MS" w:hAnsi="Comic Sans MS"/>
          <w:i/>
          <w:color w:val="0000FF"/>
          <w:sz w:val="16"/>
          <w:szCs w:val="16"/>
        </w:rPr>
        <w:t xml:space="preserve"> b</w:t>
      </w:r>
    </w:p>
    <w:p w14:paraId="1B715AD0" w14:textId="7B4AAD7E" w:rsidR="00F744E2" w:rsidRPr="008C0B1A" w:rsidRDefault="00F744E2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Volume d'air à prélever dans les tampons : (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155,56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– 60) x </w:t>
      </w:r>
      <w:r w:rsidR="005D28B0" w:rsidRPr="008C0B1A">
        <w:rPr>
          <w:rFonts w:ascii="Comic Sans MS" w:hAnsi="Comic Sans MS"/>
          <w:i/>
          <w:color w:val="0000FF"/>
          <w:sz w:val="16"/>
          <w:szCs w:val="16"/>
        </w:rPr>
        <w:t xml:space="preserve">(15 x 15)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=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21 501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L </w:t>
      </w:r>
      <w:r w:rsidR="00FC118B" w:rsidRPr="008C0B1A">
        <w:rPr>
          <w:rFonts w:ascii="Comic Sans MS" w:hAnsi="Comic Sans MS"/>
          <w:i/>
          <w:color w:val="0000FF"/>
          <w:sz w:val="16"/>
          <w:szCs w:val="16"/>
        </w:rPr>
        <w:t>(1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point)</w:t>
      </w:r>
    </w:p>
    <w:p w14:paraId="5FCF82E5" w14:textId="2D6B55F1" w:rsidR="005D28B0" w:rsidRPr="008C0B1A" w:rsidRDefault="005D28B0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Pour que le transfert d’air soit possible, il faut que la pression restante dans les bouteilles tampons après remplissage des blocs soit au moins égale à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155,56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bars.</w:t>
      </w:r>
    </w:p>
    <w:p w14:paraId="66B5978E" w14:textId="79F2EB33" w:rsidR="00F744E2" w:rsidRPr="008C0B1A" w:rsidRDefault="005D28B0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Donc, </w:t>
      </w:r>
      <w:r w:rsidR="00573DD8" w:rsidRPr="008C0B1A">
        <w:rPr>
          <w:rFonts w:ascii="Comic Sans MS" w:hAnsi="Comic Sans MS"/>
          <w:i/>
          <w:color w:val="0000FF"/>
          <w:sz w:val="16"/>
          <w:szCs w:val="16"/>
        </w:rPr>
        <w:t xml:space="preserve">la baisse de pression maximale admissible dans les tampons est de 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94,44</w:t>
      </w:r>
      <w:r w:rsidR="00573DD8" w:rsidRPr="008C0B1A">
        <w:rPr>
          <w:rFonts w:ascii="Comic Sans MS" w:hAnsi="Comic Sans MS"/>
          <w:i/>
          <w:color w:val="0000FF"/>
          <w:sz w:val="16"/>
          <w:szCs w:val="16"/>
        </w:rPr>
        <w:t xml:space="preserve"> bars (= 250 – 15</w:t>
      </w:r>
      <w:r w:rsidR="00E3778D" w:rsidRPr="008C0B1A">
        <w:rPr>
          <w:rFonts w:ascii="Comic Sans MS" w:hAnsi="Comic Sans MS"/>
          <w:i/>
          <w:color w:val="0000FF"/>
          <w:sz w:val="16"/>
          <w:szCs w:val="16"/>
        </w:rPr>
        <w:t>5,56</w:t>
      </w:r>
      <w:r w:rsidR="00573DD8" w:rsidRPr="008C0B1A">
        <w:rPr>
          <w:rFonts w:ascii="Comic Sans MS" w:hAnsi="Comic Sans MS"/>
          <w:i/>
          <w:color w:val="0000FF"/>
          <w:sz w:val="16"/>
          <w:szCs w:val="16"/>
        </w:rPr>
        <w:t>) .</w:t>
      </w:r>
    </w:p>
    <w:p w14:paraId="5F84130D" w14:textId="1775C37B" w:rsidR="00F744E2" w:rsidRPr="008C0B1A" w:rsidRDefault="0013274D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Volume des tampons : </w:t>
      </w:r>
      <w:r w:rsidR="00EE33C7" w:rsidRPr="008C0B1A">
        <w:rPr>
          <w:rFonts w:ascii="Comic Sans MS" w:hAnsi="Comic Sans MS"/>
          <w:i/>
          <w:color w:val="0000FF"/>
          <w:sz w:val="16"/>
          <w:szCs w:val="16"/>
        </w:rPr>
        <w:t>21 501 / 94,44 = 227,67 L</w:t>
      </w:r>
    </w:p>
    <w:p w14:paraId="68DBCC36" w14:textId="03654B6D" w:rsidR="00F744E2" w:rsidRPr="008C0B1A" w:rsidRDefault="00EE33C7" w:rsidP="00F744E2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227,67</w:t>
      </w:r>
      <w:r w:rsidR="00EE3E9B" w:rsidRPr="008C0B1A">
        <w:rPr>
          <w:rFonts w:ascii="Comic Sans MS" w:hAnsi="Comic Sans MS"/>
          <w:i/>
          <w:color w:val="0000FF"/>
          <w:sz w:val="16"/>
          <w:szCs w:val="16"/>
        </w:rPr>
        <w:t xml:space="preserve"> / 50 L =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4,55</w:t>
      </w:r>
    </w:p>
    <w:p w14:paraId="5ED3EEF7" w14:textId="77876E3E" w:rsidR="006E75E5" w:rsidRPr="008C0B1A" w:rsidRDefault="00EE3E9B" w:rsidP="00036E31">
      <w:pPr>
        <w:jc w:val="both"/>
        <w:rPr>
          <w:rFonts w:ascii="Comic Sans MS" w:hAnsi="Comic Sans MS"/>
          <w:bCs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bCs/>
          <w:i/>
          <w:color w:val="0000FF"/>
          <w:sz w:val="16"/>
          <w:szCs w:val="16"/>
          <w:u w:val="single"/>
        </w:rPr>
        <w:t>Soit 5</w:t>
      </w:r>
      <w:r w:rsidR="00F744E2" w:rsidRPr="008C0B1A">
        <w:rPr>
          <w:rFonts w:ascii="Comic Sans MS" w:hAnsi="Comic Sans MS"/>
          <w:bCs/>
          <w:i/>
          <w:color w:val="0000FF"/>
          <w:sz w:val="16"/>
          <w:szCs w:val="16"/>
          <w:u w:val="single"/>
        </w:rPr>
        <w:t xml:space="preserve"> tampons de 50 L par </w:t>
      </w:r>
      <w:r w:rsidR="00F744E2" w:rsidRPr="008C0B1A">
        <w:rPr>
          <w:rFonts w:ascii="Comic Sans MS" w:hAnsi="Comic Sans MS"/>
          <w:i/>
          <w:color w:val="0000FF"/>
          <w:sz w:val="16"/>
          <w:szCs w:val="16"/>
        </w:rPr>
        <w:t>excès. (1 point)</w:t>
      </w:r>
    </w:p>
    <w:sectPr w:rsidR="006E75E5" w:rsidRPr="008C0B1A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03F51" w14:textId="77777777" w:rsidR="00BB2811" w:rsidRDefault="00BB2811" w:rsidP="000C5341">
      <w:r>
        <w:separator/>
      </w:r>
    </w:p>
  </w:endnote>
  <w:endnote w:type="continuationSeparator" w:id="0">
    <w:p w14:paraId="0ABD4953" w14:textId="77777777" w:rsidR="00BB2811" w:rsidRDefault="00BB2811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454B" w14:textId="77777777" w:rsidR="00BB2811" w:rsidRDefault="00BB2811" w:rsidP="000C5341">
      <w:r>
        <w:separator/>
      </w:r>
    </w:p>
  </w:footnote>
  <w:footnote w:type="continuationSeparator" w:id="0">
    <w:p w14:paraId="339C4E5C" w14:textId="77777777" w:rsidR="00BB2811" w:rsidRDefault="00BB2811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58"/>
      <w:gridCol w:w="6668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C94C42" w:rsidP="001F42B6">
          <w:pPr>
            <w:pStyle w:val="En-tte"/>
          </w:pPr>
          <w:r>
            <w:drawing>
              <wp:inline distT="0" distB="0" distL="0" distR="0" wp14:anchorId="697BFCC0">
                <wp:extent cx="1064895" cy="104203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895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3FE4B213" w14:textId="3B2505D6" w:rsidR="00C107F6" w:rsidRPr="00B6747D" w:rsidRDefault="00C107F6" w:rsidP="008C0B1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1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5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4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2"/>
  </w:num>
  <w:num w:numId="3" w16cid:durableId="183861071">
    <w:abstractNumId w:val="7"/>
  </w:num>
  <w:num w:numId="4" w16cid:durableId="1642037124">
    <w:abstractNumId w:val="16"/>
  </w:num>
  <w:num w:numId="5" w16cid:durableId="1279139714">
    <w:abstractNumId w:val="38"/>
  </w:num>
  <w:num w:numId="6" w16cid:durableId="1526477912">
    <w:abstractNumId w:val="33"/>
  </w:num>
  <w:num w:numId="7" w16cid:durableId="165289483">
    <w:abstractNumId w:val="34"/>
  </w:num>
  <w:num w:numId="8" w16cid:durableId="240602985">
    <w:abstractNumId w:val="32"/>
  </w:num>
  <w:num w:numId="9" w16cid:durableId="713045801">
    <w:abstractNumId w:val="4"/>
  </w:num>
  <w:num w:numId="10" w16cid:durableId="1234658158">
    <w:abstractNumId w:val="23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6"/>
  </w:num>
  <w:num w:numId="13" w16cid:durableId="1524052460">
    <w:abstractNumId w:val="8"/>
  </w:num>
  <w:num w:numId="14" w16cid:durableId="1533961614">
    <w:abstractNumId w:val="30"/>
  </w:num>
  <w:num w:numId="15" w16cid:durableId="2006934212">
    <w:abstractNumId w:val="17"/>
  </w:num>
  <w:num w:numId="16" w16cid:durableId="262996284">
    <w:abstractNumId w:val="5"/>
  </w:num>
  <w:num w:numId="17" w16cid:durableId="224418737">
    <w:abstractNumId w:val="41"/>
  </w:num>
  <w:num w:numId="18" w16cid:durableId="1434979935">
    <w:abstractNumId w:val="29"/>
  </w:num>
  <w:num w:numId="19" w16cid:durableId="884558172">
    <w:abstractNumId w:val="3"/>
  </w:num>
  <w:num w:numId="20" w16cid:durableId="2026440459">
    <w:abstractNumId w:val="31"/>
  </w:num>
  <w:num w:numId="21" w16cid:durableId="1252082434">
    <w:abstractNumId w:val="10"/>
  </w:num>
  <w:num w:numId="22" w16cid:durableId="593058004">
    <w:abstractNumId w:val="42"/>
  </w:num>
  <w:num w:numId="23" w16cid:durableId="460810505">
    <w:abstractNumId w:val="37"/>
  </w:num>
  <w:num w:numId="24" w16cid:durableId="813985823">
    <w:abstractNumId w:val="28"/>
  </w:num>
  <w:num w:numId="25" w16cid:durableId="1202790786">
    <w:abstractNumId w:val="0"/>
  </w:num>
  <w:num w:numId="26" w16cid:durableId="42213249">
    <w:abstractNumId w:val="18"/>
  </w:num>
  <w:num w:numId="27" w16cid:durableId="2034383886">
    <w:abstractNumId w:val="43"/>
  </w:num>
  <w:num w:numId="28" w16cid:durableId="129132017">
    <w:abstractNumId w:val="27"/>
  </w:num>
  <w:num w:numId="29" w16cid:durableId="401222881">
    <w:abstractNumId w:val="11"/>
  </w:num>
  <w:num w:numId="30" w16cid:durableId="1010762922">
    <w:abstractNumId w:val="44"/>
  </w:num>
  <w:num w:numId="31" w16cid:durableId="111245888">
    <w:abstractNumId w:val="39"/>
  </w:num>
  <w:num w:numId="32" w16cid:durableId="922757688">
    <w:abstractNumId w:val="14"/>
  </w:num>
  <w:num w:numId="33" w16cid:durableId="1644122132">
    <w:abstractNumId w:val="12"/>
  </w:num>
  <w:num w:numId="34" w16cid:durableId="982150936">
    <w:abstractNumId w:val="20"/>
  </w:num>
  <w:num w:numId="35" w16cid:durableId="1054618561">
    <w:abstractNumId w:val="25"/>
  </w:num>
  <w:num w:numId="36" w16cid:durableId="1490514350">
    <w:abstractNumId w:val="21"/>
  </w:num>
  <w:num w:numId="37" w16cid:durableId="17975823">
    <w:abstractNumId w:val="15"/>
  </w:num>
  <w:num w:numId="38" w16cid:durableId="380255964">
    <w:abstractNumId w:val="19"/>
  </w:num>
  <w:num w:numId="39" w16cid:durableId="2080709797">
    <w:abstractNumId w:val="13"/>
  </w:num>
  <w:num w:numId="40" w16cid:durableId="532041789">
    <w:abstractNumId w:val="36"/>
  </w:num>
  <w:num w:numId="41" w16cid:durableId="1794789739">
    <w:abstractNumId w:val="9"/>
  </w:num>
  <w:num w:numId="42" w16cid:durableId="1922181897">
    <w:abstractNumId w:val="35"/>
  </w:num>
  <w:num w:numId="43" w16cid:durableId="1617523359">
    <w:abstractNumId w:val="24"/>
  </w:num>
  <w:num w:numId="44" w16cid:durableId="1076902984">
    <w:abstractNumId w:val="26"/>
  </w:num>
  <w:num w:numId="45" w16cid:durableId="604269043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3DA5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0B1A"/>
    <w:rsid w:val="008C176A"/>
    <w:rsid w:val="008C55EF"/>
    <w:rsid w:val="008D3B5C"/>
    <w:rsid w:val="008E07E3"/>
    <w:rsid w:val="008E3D90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1CFC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2811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633"/>
    <w:rsid w:val="00C87ED3"/>
    <w:rsid w:val="00C94C42"/>
    <w:rsid w:val="00CA3EE6"/>
    <w:rsid w:val="00CA769C"/>
    <w:rsid w:val="00CB0473"/>
    <w:rsid w:val="00CB0B8D"/>
    <w:rsid w:val="00CB197B"/>
    <w:rsid w:val="00CB1F22"/>
    <w:rsid w:val="00CC087E"/>
    <w:rsid w:val="00CC713F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382B"/>
    <w:rsid w:val="00D03A1C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2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4125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3</cp:revision>
  <cp:lastPrinted>2020-07-16T15:23:00Z</cp:lastPrinted>
  <dcterms:created xsi:type="dcterms:W3CDTF">2023-12-30T16:00:00Z</dcterms:created>
  <dcterms:modified xsi:type="dcterms:W3CDTF">2023-12-30T16:01:00Z</dcterms:modified>
</cp:coreProperties>
</file>